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037DED6B" w:rsidR="009F392E" w:rsidRDefault="00484C53" w:rsidP="00F0533E">
      <w:pPr>
        <w:rPr>
          <w:noProof/>
        </w:rPr>
      </w:pPr>
      <w:r>
        <w:rPr>
          <w:noProof/>
        </w:rPr>
        <w:t>Příloha č. 5</w:t>
      </w:r>
      <w:r w:rsidR="00B85B4C" w:rsidRPr="00E002C3">
        <w:rPr>
          <w:noProof/>
        </w:rPr>
        <w:t xml:space="preserve"> Smlouvy</w:t>
      </w:r>
    </w:p>
    <w:p w14:paraId="1C265478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204C8B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204C8B" w:rsidRPr="000E5CAE" w:rsidRDefault="00204C8B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204C8B" w:rsidRPr="000E5CAE" w:rsidRDefault="00204C8B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204C8B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204C8B" w:rsidRPr="000E5CAE" w:rsidRDefault="00204C8B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204C8B" w:rsidRPr="000E5CAE" w:rsidRDefault="00204C8B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204C8B" w:rsidRPr="000E5CAE" w:rsidRDefault="00204C8B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204C8B" w:rsidRPr="000E5CAE" w:rsidRDefault="00204C8B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204C8B" w:rsidRPr="000E5CAE" w:rsidRDefault="00204C8B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204C8B" w:rsidRPr="000E5CAE" w:rsidRDefault="00204C8B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204C8B" w:rsidRPr="000E5CAE" w:rsidRDefault="00204C8B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204C8B" w:rsidRPr="000E5CAE" w:rsidRDefault="00204C8B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204C8B" w:rsidRPr="000E5CAE" w:rsidRDefault="00204C8B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204C8B" w:rsidRPr="000E5CAE" w:rsidRDefault="00204C8B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4BF0E2E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186C" w14:textId="77777777" w:rsidR="00204C8B" w:rsidRPr="000E5CAE" w:rsidRDefault="00204C8B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BA1A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D19739A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474B3F6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C28B61C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0DF56E5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3155972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1DB4ED5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5EA7" w14:textId="77777777" w:rsidR="00204C8B" w:rsidRPr="000E5CAE" w:rsidRDefault="00204C8B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295A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7F01EC4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1D8FA1B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FF9A6E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D41F6A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FC5FAD9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670AB72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F42C" w14:textId="77777777" w:rsidR="00204C8B" w:rsidRPr="000E5CAE" w:rsidRDefault="00204C8B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1B38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EB50804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2013EAC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4CE0F53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02E9788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677EE9B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3F9A526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2792" w14:textId="77777777" w:rsidR="00204C8B" w:rsidRPr="000E5CAE" w:rsidRDefault="00204C8B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C6EF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D608FD2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C7A52B1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BC31D40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7460EFF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5BA1219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03452A6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14D5" w14:textId="77777777" w:rsidR="00204C8B" w:rsidRPr="000E5CAE" w:rsidRDefault="00204C8B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F9EF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3381565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999C025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A6D4055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C49BE24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4104CEF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204C8B" w:rsidRPr="00FD23CD" w14:paraId="6CEE68B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85AC" w14:textId="77777777" w:rsidR="00204C8B" w:rsidRPr="000E5CAE" w:rsidRDefault="00204C8B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C472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5C2134B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6B01D5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1321D33" w14:textId="77777777" w:rsidR="00204C8B" w:rsidRPr="000E5CAE" w:rsidRDefault="00204C8B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A96F8AE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CCF0C2B" w14:textId="77777777" w:rsidR="00204C8B" w:rsidRPr="000E5CAE" w:rsidRDefault="00204C8B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4310F513" w14:textId="31E18470" w:rsidR="00204C8B" w:rsidRDefault="00204C8B" w:rsidP="00F0533E">
      <w:pPr>
        <w:rPr>
          <w:b/>
          <w:u w:val="single"/>
        </w:rPr>
      </w:pPr>
      <w:bookmarkStart w:id="0" w:name="_GoBack"/>
      <w:bookmarkEnd w:id="0"/>
    </w:p>
    <w:p w14:paraId="3B93D7AF" w14:textId="77777777" w:rsidR="00204C8B" w:rsidRPr="007A43E2" w:rsidRDefault="00204C8B" w:rsidP="00204C8B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p w14:paraId="593FD4FA" w14:textId="77777777" w:rsidR="00204C8B" w:rsidRPr="00B85B4C" w:rsidRDefault="00204C8B" w:rsidP="00F0533E">
      <w:pPr>
        <w:rPr>
          <w:b/>
          <w:u w:val="single"/>
        </w:rPr>
      </w:pPr>
    </w:p>
    <w:sectPr w:rsidR="00204C8B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E1984" w14:textId="77777777" w:rsidR="004E6046" w:rsidRDefault="004E6046" w:rsidP="00962258">
      <w:pPr>
        <w:spacing w:after="0" w:line="240" w:lineRule="auto"/>
      </w:pPr>
      <w:r>
        <w:separator/>
      </w:r>
    </w:p>
  </w:endnote>
  <w:endnote w:type="continuationSeparator" w:id="0">
    <w:p w14:paraId="7F8566CC" w14:textId="77777777" w:rsidR="004E6046" w:rsidRDefault="004E60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2ACFBC1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4C8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4C8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798B16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4C8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04C8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13E4" w14:textId="77777777" w:rsidR="004E6046" w:rsidRDefault="004E6046" w:rsidP="00962258">
      <w:pPr>
        <w:spacing w:after="0" w:line="240" w:lineRule="auto"/>
      </w:pPr>
      <w:r>
        <w:separator/>
      </w:r>
    </w:p>
  </w:footnote>
  <w:footnote w:type="continuationSeparator" w:id="0">
    <w:p w14:paraId="54A0AF75" w14:textId="77777777" w:rsidR="004E6046" w:rsidRDefault="004E60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4C8B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4C53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A3752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972DF3-2B9F-4084-BE6B-B698732F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3</Pages>
  <Words>225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7</cp:revision>
  <cp:lastPrinted>2017-11-28T17:18:00Z</cp:lastPrinted>
  <dcterms:created xsi:type="dcterms:W3CDTF">2020-02-20T14:02:00Z</dcterms:created>
  <dcterms:modified xsi:type="dcterms:W3CDTF">2021-07-27T12:00:00Z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